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C3DF031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bookmarkStart w:id="0" w:name="Number"/>
      <w:r w:rsidR="00684110">
        <w:rPr>
          <w:lang w:val="en-GB"/>
        </w:rPr>
        <w:t xml:space="preserve"> 27-G003-25</w:t>
      </w:r>
      <w:bookmarkEnd w:id="0"/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02C69C3A" w:rsidR="00B0293A" w:rsidRPr="00532E97" w:rsidRDefault="0010223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18/08/25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2EF80232" w:rsidR="00102231" w:rsidRPr="00CB6DDC" w:rsidRDefault="00BE72E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102231" w:rsidRPr="00102231">
              <w:rPr>
                <w:rFonts w:ascii="Calibri" w:hAnsi="Calibri"/>
                <w:szCs w:val="20"/>
              </w:rPr>
              <w:t>/08/25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6BBDA42D" w:rsidR="00B0293A" w:rsidRPr="00251A4B" w:rsidRDefault="005D673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BE72EB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</w:t>
            </w:r>
            <w:r w:rsidR="00FD5E18">
              <w:rPr>
                <w:rFonts w:ascii="Calibri" w:hAnsi="Calibri"/>
                <w:szCs w:val="20"/>
              </w:rPr>
              <w:t>0</w:t>
            </w:r>
            <w:r w:rsidR="008F7F61">
              <w:rPr>
                <w:rFonts w:ascii="Calibri" w:hAnsi="Calibri"/>
                <w:szCs w:val="20"/>
              </w:rPr>
              <w:t>9</w:t>
            </w:r>
            <w:r w:rsidR="00FD5E18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13D1C5C7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FD5E18">
              <w:rPr>
                <w:rFonts w:ascii="Calibri" w:hAnsi="Calibri"/>
                <w:szCs w:val="20"/>
              </w:rPr>
              <w:t xml:space="preserve"> </w:t>
            </w:r>
            <w:r w:rsidR="00FD5E18" w:rsidRPr="00FD5E18">
              <w:rPr>
                <w:rFonts w:ascii="Calibri" w:hAnsi="Calibri"/>
                <w:szCs w:val="20"/>
              </w:rPr>
              <w:t>12/0</w:t>
            </w:r>
            <w:r w:rsidR="008F7F61">
              <w:rPr>
                <w:rFonts w:ascii="Calibri" w:hAnsi="Calibri"/>
                <w:szCs w:val="20"/>
              </w:rPr>
              <w:t>9</w:t>
            </w:r>
            <w:r w:rsidR="00FD5E18" w:rsidRPr="00FD5E18">
              <w:rPr>
                <w:rFonts w:ascii="Calibri" w:hAnsi="Calibri"/>
                <w:szCs w:val="20"/>
              </w:rPr>
              <w:t>/25 – 5pm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7140F3A7" w:rsidR="00B0293A" w:rsidRPr="00532E97" w:rsidRDefault="00BE72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8F7F61">
              <w:rPr>
                <w:rFonts w:ascii="Calibri" w:hAnsi="Calibri"/>
                <w:szCs w:val="20"/>
              </w:rPr>
              <w:t>/09/25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60F34C67" w:rsidR="00B0293A" w:rsidRPr="00532E97" w:rsidRDefault="00BE72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F82BCC">
              <w:rPr>
                <w:rFonts w:ascii="Calibri" w:hAnsi="Calibri"/>
                <w:szCs w:val="20"/>
              </w:rPr>
              <w:t>/09/25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19C041DE" w:rsidR="00B0293A" w:rsidRPr="00532E97" w:rsidRDefault="00F82BC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BE72EB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/10/25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64D066A9" w:rsidR="00B0293A" w:rsidRPr="00532E97" w:rsidRDefault="00BE72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DC56DC">
              <w:rPr>
                <w:rFonts w:ascii="Calibri" w:hAnsi="Calibri"/>
                <w:szCs w:val="20"/>
              </w:rPr>
              <w:t>/10/25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4489A52D" w:rsidR="00B0293A" w:rsidRPr="00532E97" w:rsidRDefault="00BE72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DC56DC">
              <w:rPr>
                <w:rFonts w:ascii="Calibri" w:hAnsi="Calibri"/>
                <w:szCs w:val="20"/>
              </w:rPr>
              <w:t>3/10/25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8A41D" w14:textId="77777777" w:rsidR="00877038" w:rsidRDefault="00877038">
      <w:r>
        <w:separator/>
      </w:r>
    </w:p>
  </w:endnote>
  <w:endnote w:type="continuationSeparator" w:id="0">
    <w:p w14:paraId="78F7A310" w14:textId="77777777" w:rsidR="00877038" w:rsidRDefault="00877038">
      <w:r>
        <w:continuationSeparator/>
      </w:r>
    </w:p>
  </w:endnote>
  <w:endnote w:type="continuationNotice" w:id="1">
    <w:p w14:paraId="2036DABE" w14:textId="77777777" w:rsidR="00877038" w:rsidRDefault="008770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2F3492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84110">
      <w:rPr>
        <w:noProof/>
      </w:rPr>
      <w:t>2025-08-15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706E5" w14:textId="77777777" w:rsidR="00877038" w:rsidRDefault="00877038">
      <w:r>
        <w:separator/>
      </w:r>
    </w:p>
  </w:footnote>
  <w:footnote w:type="continuationSeparator" w:id="0">
    <w:p w14:paraId="60048F7D" w14:textId="77777777" w:rsidR="00877038" w:rsidRDefault="00877038">
      <w:r>
        <w:continuationSeparator/>
      </w:r>
    </w:p>
  </w:footnote>
  <w:footnote w:type="continuationNotice" w:id="1">
    <w:p w14:paraId="1B55A893" w14:textId="77777777" w:rsidR="00877038" w:rsidRDefault="008770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1ADDD0D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477118">
    <w:abstractNumId w:val="1"/>
  </w:num>
  <w:num w:numId="2" w16cid:durableId="1544486979">
    <w:abstractNumId w:val="10"/>
  </w:num>
  <w:num w:numId="3" w16cid:durableId="693963342">
    <w:abstractNumId w:val="11"/>
  </w:num>
  <w:num w:numId="4" w16cid:durableId="964386531">
    <w:abstractNumId w:val="4"/>
  </w:num>
  <w:num w:numId="5" w16cid:durableId="674653809">
    <w:abstractNumId w:val="3"/>
  </w:num>
  <w:num w:numId="6" w16cid:durableId="1978411959">
    <w:abstractNumId w:val="7"/>
  </w:num>
  <w:num w:numId="7" w16cid:durableId="226258724">
    <w:abstractNumId w:val="5"/>
  </w:num>
  <w:num w:numId="8" w16cid:durableId="15935784">
    <w:abstractNumId w:val="9"/>
  </w:num>
  <w:num w:numId="9" w16cid:durableId="460080542">
    <w:abstractNumId w:val="0"/>
  </w:num>
  <w:num w:numId="10" w16cid:durableId="1739669626">
    <w:abstractNumId w:val="8"/>
  </w:num>
  <w:num w:numId="11" w16cid:durableId="1384863588">
    <w:abstractNumId w:val="2"/>
  </w:num>
  <w:num w:numId="12" w16cid:durableId="96088952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23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3F9F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734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110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038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8F7F61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339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B9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2EB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6DC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3B"/>
    <w:rsid w:val="00F7725B"/>
    <w:rsid w:val="00F7775D"/>
    <w:rsid w:val="00F7791F"/>
    <w:rsid w:val="00F80A63"/>
    <w:rsid w:val="00F82BCC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18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12</cp:revision>
  <cp:lastPrinted>2013-10-18T08:32:00Z</cp:lastPrinted>
  <dcterms:created xsi:type="dcterms:W3CDTF">2020-07-06T12:32:00Z</dcterms:created>
  <dcterms:modified xsi:type="dcterms:W3CDTF">2025-08-14T21:36:00Z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